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4F3" w:rsidRPr="006C4D30" w:rsidRDefault="007566EC" w:rsidP="006C4D30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97pt;margin-top:9pt;width:243pt;height:81pt;z-index:251657728">
            <v:textbox>
              <w:txbxContent>
                <w:p w:rsidR="00ED277C" w:rsidRDefault="00ED277C" w:rsidP="006C4D30">
                  <w:pPr>
                    <w:jc w:val="center"/>
                    <w:rPr>
                      <w:rFonts w:ascii="Calibri" w:hAnsi="Calibri"/>
                      <w:b/>
                    </w:rPr>
                  </w:pPr>
                  <w:r w:rsidRPr="006C4D30">
                    <w:rPr>
                      <w:rFonts w:ascii="Calibri" w:hAnsi="Calibri"/>
                      <w:b/>
                    </w:rPr>
                    <w:t>TEAM NORMS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</w:p>
                <w:p w:rsidR="00ED277C" w:rsidRDefault="00ED277C" w:rsidP="00002630">
                  <w:pPr>
                    <w:numPr>
                      <w:ilvl w:val="0"/>
                      <w:numId w:val="10"/>
                    </w:num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No Sidebars</w:t>
                  </w:r>
                </w:p>
                <w:p w:rsidR="00ED277C" w:rsidRDefault="00ED277C" w:rsidP="00C56CE9">
                  <w:pPr>
                    <w:numPr>
                      <w:ilvl w:val="0"/>
                      <w:numId w:val="10"/>
                    </w:numPr>
                    <w:rPr>
                      <w:rFonts w:ascii="Calibri" w:hAnsi="Calibri"/>
                      <w:b/>
                    </w:rPr>
                  </w:pPr>
                  <w:proofErr w:type="spellStart"/>
                  <w:r>
                    <w:rPr>
                      <w:rFonts w:ascii="Calibri" w:hAnsi="Calibri"/>
                      <w:b/>
                    </w:rPr>
                    <w:t>Cellphones</w:t>
                  </w:r>
                  <w:proofErr w:type="spellEnd"/>
                  <w:r>
                    <w:rPr>
                      <w:rFonts w:ascii="Calibri" w:hAnsi="Calibri"/>
                      <w:b/>
                    </w:rPr>
                    <w:t xml:space="preserve"> on vibrate only</w:t>
                  </w:r>
                </w:p>
                <w:p w:rsidR="00ED277C" w:rsidRDefault="00ED277C" w:rsidP="00002630">
                  <w:pPr>
                    <w:numPr>
                      <w:ilvl w:val="0"/>
                      <w:numId w:val="10"/>
                    </w:num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Be respectful of others and opinions</w:t>
                  </w:r>
                </w:p>
                <w:p w:rsidR="00ED277C" w:rsidRPr="00644040" w:rsidRDefault="00ED277C" w:rsidP="00002630">
                  <w:pPr>
                    <w:numPr>
                      <w:ilvl w:val="0"/>
                      <w:numId w:val="10"/>
                    </w:numPr>
                    <w:rPr>
                      <w:rFonts w:ascii="Calibri" w:hAnsi="Calibri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</w:rPr>
                    <w:t>Snacks as often as possible</w:t>
                  </w:r>
                </w:p>
                <w:p w:rsidR="00ED277C" w:rsidRDefault="00ED277C"/>
              </w:txbxContent>
            </v:textbox>
          </v:shape>
        </w:pict>
      </w:r>
      <w:r w:rsidR="006C4D30" w:rsidRPr="006C4D30">
        <w:rPr>
          <w:rFonts w:ascii="Calibri" w:hAnsi="Calibri"/>
          <w:b/>
          <w:sz w:val="32"/>
          <w:szCs w:val="32"/>
        </w:rPr>
        <w:t>PL</w:t>
      </w:r>
      <w:r w:rsidR="00644040">
        <w:rPr>
          <w:rFonts w:ascii="Calibri" w:hAnsi="Calibri"/>
          <w:b/>
          <w:sz w:val="32"/>
          <w:szCs w:val="32"/>
        </w:rPr>
        <w:t>T</w:t>
      </w:r>
      <w:r w:rsidR="006C4D30" w:rsidRPr="006C4D30">
        <w:rPr>
          <w:rFonts w:ascii="Calibri" w:hAnsi="Calibri"/>
          <w:b/>
          <w:sz w:val="32"/>
          <w:szCs w:val="32"/>
        </w:rPr>
        <w:t xml:space="preserve"> Meeting Agenda / Action Record</w:t>
      </w:r>
    </w:p>
    <w:p w:rsidR="000C05BD" w:rsidRPr="006C4D30" w:rsidRDefault="000C05BD" w:rsidP="000C05BD">
      <w:pPr>
        <w:jc w:val="center"/>
        <w:rPr>
          <w:rFonts w:ascii="Palatino Linotype" w:hAnsi="Palatino Linotype"/>
          <w:sz w:val="20"/>
          <w:szCs w:val="20"/>
        </w:rPr>
      </w:pPr>
    </w:p>
    <w:p w:rsidR="006C4D30" w:rsidRPr="006C4D30" w:rsidRDefault="006C4D30" w:rsidP="000C05BD">
      <w:pPr>
        <w:rPr>
          <w:rFonts w:ascii="Calibri" w:hAnsi="Calibri"/>
          <w:b/>
          <w:smallCaps/>
          <w:sz w:val="28"/>
          <w:szCs w:val="28"/>
        </w:rPr>
      </w:pPr>
      <w:r w:rsidRPr="006C4D30">
        <w:rPr>
          <w:rFonts w:ascii="Calibri" w:hAnsi="Calibri"/>
          <w:b/>
          <w:smallCaps/>
          <w:sz w:val="28"/>
          <w:szCs w:val="28"/>
        </w:rPr>
        <w:t>TEAM NAME:</w:t>
      </w:r>
      <w:r w:rsidR="00653E79">
        <w:rPr>
          <w:rFonts w:ascii="Calibri" w:hAnsi="Calibri"/>
          <w:b/>
          <w:smallCaps/>
          <w:sz w:val="28"/>
          <w:szCs w:val="28"/>
        </w:rPr>
        <w:t xml:space="preserve">  Kindergarten</w:t>
      </w:r>
    </w:p>
    <w:p w:rsidR="006C4D30" w:rsidRDefault="006C4D30" w:rsidP="000C05BD">
      <w:pPr>
        <w:rPr>
          <w:rFonts w:ascii="Calibri" w:hAnsi="Calibri"/>
          <w:b/>
          <w:sz w:val="28"/>
          <w:szCs w:val="28"/>
        </w:rPr>
      </w:pPr>
    </w:p>
    <w:p w:rsidR="000C05BD" w:rsidRPr="006C4D30" w:rsidRDefault="006C4D30" w:rsidP="000C05BD">
      <w:pPr>
        <w:rPr>
          <w:rFonts w:ascii="Calibri" w:hAnsi="Calibri"/>
          <w:b/>
          <w:sz w:val="28"/>
          <w:szCs w:val="28"/>
        </w:rPr>
      </w:pPr>
      <w:r w:rsidRPr="006C4D30">
        <w:rPr>
          <w:rFonts w:ascii="Calibri" w:hAnsi="Calibri"/>
          <w:b/>
          <w:sz w:val="28"/>
          <w:szCs w:val="28"/>
        </w:rPr>
        <w:t>DATE</w:t>
      </w:r>
      <w:r w:rsidR="00D00C4D">
        <w:rPr>
          <w:rFonts w:ascii="Calibri" w:hAnsi="Calibri"/>
          <w:b/>
          <w:sz w:val="28"/>
          <w:szCs w:val="28"/>
        </w:rPr>
        <w:t>:</w:t>
      </w:r>
      <w:r w:rsidR="000C5226">
        <w:rPr>
          <w:rFonts w:ascii="Calibri" w:hAnsi="Calibri"/>
          <w:b/>
          <w:sz w:val="28"/>
          <w:szCs w:val="28"/>
        </w:rPr>
        <w:t xml:space="preserve">  Sept. 21, 2011</w:t>
      </w:r>
    </w:p>
    <w:p w:rsidR="006C4D30" w:rsidRDefault="006C4D30" w:rsidP="000C05BD">
      <w:pPr>
        <w:rPr>
          <w:rFonts w:ascii="Calibri" w:hAnsi="Calibri"/>
          <w:b/>
          <w:sz w:val="28"/>
          <w:szCs w:val="28"/>
        </w:rPr>
      </w:pPr>
    </w:p>
    <w:p w:rsidR="006C4D30" w:rsidRDefault="006C4D30" w:rsidP="000C05BD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Roles </w:t>
      </w:r>
      <w:r w:rsidRPr="006C4D30">
        <w:rPr>
          <w:rFonts w:ascii="Calibri" w:hAnsi="Calibri"/>
          <w:b/>
          <w:sz w:val="22"/>
          <w:szCs w:val="22"/>
        </w:rPr>
        <w:t>(should alternate throughout the year):</w:t>
      </w:r>
    </w:p>
    <w:p w:rsidR="001A57FF" w:rsidRPr="00002630" w:rsidRDefault="006C4D30" w:rsidP="006C4D30">
      <w:pPr>
        <w:numPr>
          <w:ilvl w:val="0"/>
          <w:numId w:val="7"/>
        </w:numPr>
        <w:rPr>
          <w:rFonts w:ascii="Calibri" w:hAnsi="Calibri"/>
          <w:b/>
          <w:sz w:val="22"/>
          <w:szCs w:val="22"/>
        </w:rPr>
      </w:pPr>
      <w:r w:rsidRPr="006C4D30">
        <w:rPr>
          <w:rFonts w:ascii="Calibri" w:hAnsi="Calibri"/>
          <w:b/>
        </w:rPr>
        <w:t>Facilitator</w:t>
      </w:r>
      <w:r>
        <w:rPr>
          <w:rFonts w:ascii="Calibri" w:hAnsi="Calibri"/>
          <w:b/>
        </w:rPr>
        <w:t>:</w:t>
      </w:r>
      <w:r w:rsidR="00002630">
        <w:rPr>
          <w:rFonts w:ascii="Calibri" w:hAnsi="Calibri"/>
          <w:b/>
          <w:color w:val="FF0000"/>
        </w:rPr>
        <w:tab/>
      </w:r>
      <w:r w:rsidR="000C5226">
        <w:rPr>
          <w:rFonts w:ascii="Calibri" w:hAnsi="Calibri"/>
          <w:b/>
        </w:rPr>
        <w:t>Stryker</w:t>
      </w:r>
    </w:p>
    <w:p w:rsidR="00002630" w:rsidRPr="001A57FF" w:rsidRDefault="00002630" w:rsidP="006C4D30">
      <w:pPr>
        <w:numPr>
          <w:ilvl w:val="0"/>
          <w:numId w:val="7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</w:rPr>
        <w:t>Greeter:</w:t>
      </w:r>
      <w:r>
        <w:rPr>
          <w:rFonts w:ascii="Calibri" w:hAnsi="Calibri"/>
          <w:b/>
          <w:sz w:val="22"/>
          <w:szCs w:val="22"/>
        </w:rPr>
        <w:tab/>
        <w:t>Dean</w:t>
      </w:r>
    </w:p>
    <w:p w:rsidR="006C4D30" w:rsidRPr="00644040" w:rsidRDefault="006C4D30" w:rsidP="006C4D30">
      <w:pPr>
        <w:numPr>
          <w:ilvl w:val="0"/>
          <w:numId w:val="7"/>
        </w:numPr>
        <w:rPr>
          <w:rFonts w:ascii="Calibri" w:hAnsi="Calibri"/>
          <w:b/>
          <w:sz w:val="22"/>
          <w:szCs w:val="22"/>
        </w:rPr>
      </w:pPr>
      <w:r w:rsidRPr="006C4D30">
        <w:rPr>
          <w:rFonts w:ascii="Calibri" w:hAnsi="Calibri"/>
          <w:b/>
        </w:rPr>
        <w:t>Time Keeper</w:t>
      </w:r>
      <w:r>
        <w:rPr>
          <w:rFonts w:ascii="Calibri" w:hAnsi="Calibri"/>
          <w:b/>
        </w:rPr>
        <w:t>:</w:t>
      </w:r>
      <w:r w:rsidR="00E4787C">
        <w:rPr>
          <w:rFonts w:ascii="Calibri" w:hAnsi="Calibri"/>
          <w:b/>
        </w:rPr>
        <w:tab/>
      </w:r>
      <w:r w:rsidR="00002630">
        <w:rPr>
          <w:rFonts w:ascii="Calibri" w:hAnsi="Calibri"/>
          <w:b/>
        </w:rPr>
        <w:t>Vann</w:t>
      </w:r>
    </w:p>
    <w:p w:rsidR="006C4D30" w:rsidRDefault="006C4D30" w:rsidP="006C4D30">
      <w:pPr>
        <w:numPr>
          <w:ilvl w:val="0"/>
          <w:numId w:val="7"/>
        </w:numPr>
        <w:rPr>
          <w:rFonts w:ascii="Calibri" w:hAnsi="Calibri"/>
          <w:b/>
        </w:rPr>
      </w:pPr>
      <w:r w:rsidRPr="006C4D30">
        <w:rPr>
          <w:rFonts w:ascii="Calibri" w:hAnsi="Calibri"/>
          <w:b/>
        </w:rPr>
        <w:t>Recorder</w:t>
      </w:r>
      <w:r>
        <w:rPr>
          <w:rFonts w:ascii="Calibri" w:hAnsi="Calibri"/>
          <w:b/>
        </w:rPr>
        <w:t>:</w:t>
      </w:r>
      <w:r w:rsidR="00002630">
        <w:rPr>
          <w:rFonts w:ascii="Calibri" w:hAnsi="Calibri"/>
          <w:b/>
        </w:rPr>
        <w:tab/>
      </w:r>
      <w:proofErr w:type="spellStart"/>
      <w:r w:rsidR="000C5226">
        <w:rPr>
          <w:rFonts w:ascii="Calibri" w:hAnsi="Calibri"/>
          <w:b/>
          <w:color w:val="FF0000"/>
        </w:rPr>
        <w:t>Haenel</w:t>
      </w:r>
      <w:proofErr w:type="spellEnd"/>
      <w:r w:rsidR="000C5226">
        <w:rPr>
          <w:rFonts w:ascii="Calibri" w:hAnsi="Calibri"/>
          <w:b/>
        </w:rPr>
        <w:t xml:space="preserve"> </w:t>
      </w:r>
    </w:p>
    <w:p w:rsidR="00D00C4D" w:rsidRDefault="00D00C4D" w:rsidP="00D00C4D">
      <w:pPr>
        <w:rPr>
          <w:rFonts w:ascii="Calibri" w:hAnsi="Calibri"/>
          <w:b/>
        </w:rPr>
      </w:pPr>
    </w:p>
    <w:tbl>
      <w:tblPr>
        <w:tblStyle w:val="TableGrid"/>
        <w:tblW w:w="0" w:type="auto"/>
        <w:tblLook w:val="01E0"/>
      </w:tblPr>
      <w:tblGrid>
        <w:gridCol w:w="11016"/>
      </w:tblGrid>
      <w:tr w:rsidR="00006178" w:rsidRPr="00006178" w:rsidTr="00006178">
        <w:tc>
          <w:tcPr>
            <w:tcW w:w="11016" w:type="dxa"/>
          </w:tcPr>
          <w:p w:rsidR="00006178" w:rsidRPr="00002630" w:rsidRDefault="00006178" w:rsidP="001052EE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006178">
              <w:rPr>
                <w:rFonts w:ascii="Calibri" w:hAnsi="Calibri"/>
                <w:b/>
                <w:sz w:val="28"/>
                <w:szCs w:val="28"/>
              </w:rPr>
              <w:t>Purpose/Goal(s) for this meeting:</w:t>
            </w:r>
            <w:r w:rsidR="00644040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 </w:t>
            </w:r>
            <w:r w:rsidR="00396EFF">
              <w:rPr>
                <w:rFonts w:ascii="Calibri" w:hAnsi="Calibri"/>
                <w:b/>
                <w:color w:val="FF0000"/>
                <w:sz w:val="22"/>
                <w:szCs w:val="22"/>
              </w:rPr>
              <w:t>Look at the data collected on our students thus far and</w:t>
            </w:r>
            <w:r w:rsidR="00AA44EF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gauge the needs of our</w:t>
            </w:r>
            <w:r w:rsidR="00396EFF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children.</w:t>
            </w:r>
          </w:p>
        </w:tc>
      </w:tr>
    </w:tbl>
    <w:p w:rsidR="0079289D" w:rsidRDefault="0079289D" w:rsidP="000C05BD">
      <w:pPr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5508"/>
      </w:tblGrid>
      <w:tr w:rsidR="008E0583" w:rsidRPr="007F3222" w:rsidTr="007F3222">
        <w:tc>
          <w:tcPr>
            <w:tcW w:w="5508" w:type="dxa"/>
          </w:tcPr>
          <w:p w:rsidR="008E0583" w:rsidRPr="007F3222" w:rsidRDefault="008E0583" w:rsidP="000C05BD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Meeting Topics:</w:t>
            </w:r>
          </w:p>
          <w:p w:rsidR="008E0583" w:rsidRPr="00644040" w:rsidRDefault="004473AE" w:rsidP="000C05BD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002630"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  Welcome to all!</w:t>
            </w:r>
          </w:p>
          <w:p w:rsidR="00A81DAA" w:rsidRPr="0038464C" w:rsidRDefault="004473AE" w:rsidP="00A81DAA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  <w:r w:rsidR="00396EFF">
              <w:rPr>
                <w:rFonts w:ascii="Calibri" w:hAnsi="Calibri"/>
                <w:b/>
                <w:sz w:val="28"/>
                <w:szCs w:val="28"/>
              </w:rPr>
              <w:t>Kid Talk</w:t>
            </w:r>
            <w:r w:rsidR="00AA44EF">
              <w:rPr>
                <w:rFonts w:ascii="Calibri" w:hAnsi="Calibri"/>
                <w:b/>
                <w:sz w:val="28"/>
                <w:szCs w:val="28"/>
              </w:rPr>
              <w:t xml:space="preserve"> – beginning of year/data</w:t>
            </w:r>
          </w:p>
          <w:p w:rsidR="008D0546" w:rsidRPr="00644040" w:rsidRDefault="00AA44EF" w:rsidP="00A81DAA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</w:t>
            </w:r>
            <w:r w:rsidR="00A81DAA">
              <w:rPr>
                <w:rFonts w:ascii="Calibri" w:hAnsi="Calibri"/>
                <w:b/>
                <w:sz w:val="28"/>
                <w:szCs w:val="28"/>
              </w:rPr>
              <w:t>.  Set Agenda for Next PLT</w:t>
            </w:r>
          </w:p>
        </w:tc>
        <w:tc>
          <w:tcPr>
            <w:tcW w:w="5508" w:type="dxa"/>
          </w:tcPr>
          <w:p w:rsidR="008E0583" w:rsidRDefault="008E0583" w:rsidP="000C05BD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Desired Outcomes:</w:t>
            </w:r>
          </w:p>
          <w:p w:rsidR="004473AE" w:rsidRPr="00644040" w:rsidRDefault="004473AE" w:rsidP="004473AE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  <w:r w:rsidR="00396EFF">
              <w:rPr>
                <w:rFonts w:ascii="Calibri" w:hAnsi="Calibri"/>
                <w:b/>
                <w:sz w:val="28"/>
                <w:szCs w:val="28"/>
              </w:rPr>
              <w:t>Find strategies to help our lowest kids succeed</w:t>
            </w:r>
          </w:p>
          <w:p w:rsidR="004473AE" w:rsidRDefault="004473AE" w:rsidP="004473AE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  <w:r w:rsidR="004028C3">
              <w:rPr>
                <w:rFonts w:ascii="Calibri" w:hAnsi="Calibri"/>
                <w:b/>
                <w:sz w:val="28"/>
                <w:szCs w:val="28"/>
              </w:rPr>
              <w:t xml:space="preserve">Discuss </w:t>
            </w:r>
            <w:r w:rsidR="00396EFF">
              <w:rPr>
                <w:rFonts w:ascii="Calibri" w:hAnsi="Calibri"/>
                <w:b/>
                <w:sz w:val="28"/>
                <w:szCs w:val="28"/>
              </w:rPr>
              <w:t>any behavioral issues</w:t>
            </w:r>
          </w:p>
          <w:p w:rsidR="00002630" w:rsidRPr="00AA44EF" w:rsidRDefault="00002630" w:rsidP="004473AE">
            <w:pPr>
              <w:rPr>
                <w:rFonts w:ascii="Calibri" w:hAnsi="Calibri"/>
                <w:b/>
                <w:color w:val="FF0000"/>
                <w:sz w:val="28"/>
                <w:szCs w:val="28"/>
              </w:rPr>
            </w:pPr>
            <w:r w:rsidRPr="00AA44EF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3.  </w:t>
            </w:r>
            <w:r w:rsidR="00AA44EF" w:rsidRPr="00AA44EF">
              <w:rPr>
                <w:rFonts w:ascii="Calibri" w:hAnsi="Calibri"/>
                <w:b/>
                <w:color w:val="FF0000"/>
                <w:sz w:val="28"/>
                <w:szCs w:val="28"/>
              </w:rPr>
              <w:t>Data reviewed</w:t>
            </w:r>
          </w:p>
          <w:p w:rsidR="00653E79" w:rsidRPr="00644040" w:rsidRDefault="00653E79" w:rsidP="004473AE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</w:p>
        </w:tc>
      </w:tr>
    </w:tbl>
    <w:p w:rsidR="008E0583" w:rsidRPr="008E0583" w:rsidRDefault="008E0583" w:rsidP="001443D4">
      <w:pPr>
        <w:rPr>
          <w:rFonts w:ascii="Calibri" w:hAnsi="Calibri"/>
          <w:b/>
          <w:sz w:val="22"/>
          <w:szCs w:val="22"/>
        </w:rPr>
      </w:pPr>
      <w:r w:rsidRPr="008E0583">
        <w:rPr>
          <w:rFonts w:ascii="Calibri" w:hAnsi="Calibri"/>
          <w:b/>
          <w:sz w:val="28"/>
          <w:szCs w:val="28"/>
        </w:rPr>
        <w:t xml:space="preserve">MEETING MINUTES </w:t>
      </w:r>
      <w:r w:rsidRPr="008E0583">
        <w:rPr>
          <w:rFonts w:ascii="Calibri" w:hAnsi="Calibri"/>
          <w:b/>
          <w:sz w:val="22"/>
          <w:szCs w:val="22"/>
        </w:rPr>
        <w:t>(TO BE COMPLETED BY THE RECORDER):</w:t>
      </w:r>
    </w:p>
    <w:p w:rsidR="00F84074" w:rsidRDefault="00F84074" w:rsidP="000C05BD">
      <w:pPr>
        <w:rPr>
          <w:rFonts w:ascii="Calibri" w:hAnsi="Calibri"/>
          <w:b/>
          <w:u w:val="single"/>
        </w:rPr>
      </w:pPr>
    </w:p>
    <w:p w:rsidR="000C05BD" w:rsidRDefault="000C05BD" w:rsidP="000C05BD">
      <w:pPr>
        <w:rPr>
          <w:rFonts w:ascii="Calibri" w:hAnsi="Calibri"/>
          <w:b/>
          <w:u w:val="single"/>
        </w:rPr>
      </w:pPr>
      <w:r w:rsidRPr="008E0583">
        <w:rPr>
          <w:rFonts w:ascii="Calibri" w:hAnsi="Calibri"/>
          <w:b/>
          <w:u w:val="single"/>
        </w:rPr>
        <w:t>Team Members Present</w:t>
      </w:r>
      <w:r w:rsidRPr="008E0583">
        <w:rPr>
          <w:rFonts w:ascii="Calibri" w:hAnsi="Calibri"/>
          <w:b/>
        </w:rPr>
        <w:tab/>
      </w:r>
      <w:r w:rsidRPr="008E0583">
        <w:rPr>
          <w:rFonts w:ascii="Calibri" w:hAnsi="Calibri"/>
          <w:b/>
        </w:rPr>
        <w:tab/>
      </w:r>
      <w:r w:rsidRPr="008E0583">
        <w:rPr>
          <w:rFonts w:ascii="Calibri" w:hAnsi="Calibri"/>
          <w:b/>
        </w:rPr>
        <w:tab/>
      </w:r>
      <w:r w:rsidRPr="008E0583">
        <w:rPr>
          <w:rFonts w:ascii="Calibri" w:hAnsi="Calibri"/>
          <w:b/>
        </w:rPr>
        <w:tab/>
      </w:r>
      <w:r w:rsidR="00933539">
        <w:rPr>
          <w:rFonts w:ascii="Calibri" w:hAnsi="Calibri"/>
          <w:b/>
        </w:rPr>
        <w:tab/>
      </w:r>
      <w:r w:rsidR="00933539">
        <w:rPr>
          <w:rFonts w:ascii="Calibri" w:hAnsi="Calibri"/>
          <w:b/>
        </w:rPr>
        <w:tab/>
      </w:r>
      <w:r w:rsidR="008E0583">
        <w:rPr>
          <w:rFonts w:ascii="Calibri" w:hAnsi="Calibri"/>
          <w:b/>
        </w:rPr>
        <w:t xml:space="preserve">        </w:t>
      </w:r>
      <w:r w:rsidRPr="008E0583">
        <w:rPr>
          <w:rFonts w:ascii="Calibri" w:hAnsi="Calibri"/>
          <w:b/>
          <w:u w:val="single"/>
        </w:rPr>
        <w:t>Team Members Absent</w:t>
      </w:r>
    </w:p>
    <w:p w:rsidR="000C5226" w:rsidRPr="003E71EE" w:rsidRDefault="003E71EE" w:rsidP="000C05BD">
      <w:pPr>
        <w:rPr>
          <w:rFonts w:ascii="Calibri" w:hAnsi="Calibri"/>
          <w:b/>
        </w:rPr>
      </w:pPr>
      <w:proofErr w:type="spellStart"/>
      <w:r w:rsidRPr="003E71EE">
        <w:rPr>
          <w:rFonts w:ascii="Calibri" w:hAnsi="Calibri"/>
          <w:b/>
        </w:rPr>
        <w:t>Haenel</w:t>
      </w:r>
      <w:proofErr w:type="spellEnd"/>
      <w:r w:rsidRPr="003E71EE">
        <w:rPr>
          <w:rFonts w:ascii="Calibri" w:hAnsi="Calibri"/>
          <w:b/>
        </w:rPr>
        <w:t xml:space="preserve">, </w:t>
      </w:r>
      <w:proofErr w:type="spellStart"/>
      <w:r w:rsidRPr="003E71EE">
        <w:rPr>
          <w:rFonts w:ascii="Calibri" w:hAnsi="Calibri"/>
          <w:b/>
        </w:rPr>
        <w:t>Spragley</w:t>
      </w:r>
      <w:proofErr w:type="spellEnd"/>
      <w:r w:rsidRPr="003E71EE">
        <w:rPr>
          <w:rFonts w:ascii="Calibri" w:hAnsi="Calibri"/>
          <w:b/>
        </w:rPr>
        <w:t>, Stryker, Vann</w:t>
      </w:r>
    </w:p>
    <w:p w:rsidR="000C5226" w:rsidRPr="003E71EE" w:rsidRDefault="003E71EE" w:rsidP="000C05BD">
      <w:pPr>
        <w:rPr>
          <w:rFonts w:ascii="Calibri" w:hAnsi="Calibri"/>
          <w:b/>
        </w:rPr>
      </w:pPr>
      <w:r w:rsidRPr="003E71EE">
        <w:rPr>
          <w:rFonts w:ascii="Calibri" w:hAnsi="Calibri"/>
          <w:b/>
        </w:rPr>
        <w:t xml:space="preserve">Kohler, </w:t>
      </w:r>
      <w:proofErr w:type="spellStart"/>
      <w:r w:rsidRPr="003E71EE">
        <w:rPr>
          <w:rFonts w:ascii="Calibri" w:hAnsi="Calibri"/>
          <w:b/>
        </w:rPr>
        <w:t>Allmon</w:t>
      </w:r>
      <w:proofErr w:type="spellEnd"/>
      <w:r w:rsidRPr="003E71EE">
        <w:rPr>
          <w:rFonts w:ascii="Calibri" w:hAnsi="Calibri"/>
          <w:b/>
        </w:rPr>
        <w:t>, Taylor, Allen, Johnson</w:t>
      </w: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8"/>
      </w:tblGrid>
      <w:tr w:rsidR="002E3A04" w:rsidRPr="007F3222" w:rsidTr="007F3222">
        <w:tc>
          <w:tcPr>
            <w:tcW w:w="11088" w:type="dxa"/>
          </w:tcPr>
          <w:p w:rsidR="005B43D2" w:rsidRDefault="00F84074" w:rsidP="00F84074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Discussion / Decision Summary:</w:t>
            </w:r>
            <w:r w:rsidR="00E4787C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3E71EE" w:rsidRDefault="009D664D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Kid Talk</w:t>
            </w:r>
          </w:p>
          <w:p w:rsidR="003E71EE" w:rsidRDefault="003E71EE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Ms. </w:t>
            </w:r>
            <w:r w:rsidR="006E2B12">
              <w:rPr>
                <w:rFonts w:ascii="Calibri" w:hAnsi="Calibri"/>
                <w:b/>
                <w:sz w:val="22"/>
                <w:szCs w:val="22"/>
              </w:rPr>
              <w:t>Vann – 2 kids for writing…discussed strategies.</w:t>
            </w:r>
          </w:p>
          <w:p w:rsidR="006E2B12" w:rsidRDefault="006E2B12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Ms. Stryker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</w:rPr>
              <w:t>-  1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</w:rPr>
              <w:t xml:space="preserve"> with oral fixation…discussed strategies.</w:t>
            </w:r>
          </w:p>
          <w:p w:rsidR="006E2B12" w:rsidRDefault="006E2B12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AG – Ms. Gibson came by to discuss differentiation.  K lends itself well to differentiation.  Surveyed the types we use in our room.</w:t>
            </w:r>
          </w:p>
          <w:p w:rsidR="006E2B12" w:rsidRDefault="006E2B12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Reviewed recommended time allotments for instruction.  Discussed scheduling and how constant transition is interfering with reaching the recommended time for instruction.</w:t>
            </w:r>
          </w:p>
          <w:p w:rsidR="006E2B12" w:rsidRPr="003E71EE" w:rsidRDefault="006E2B12" w:rsidP="003E71EE">
            <w:pPr>
              <w:numPr>
                <w:ilvl w:val="0"/>
                <w:numId w:val="11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Discussed bubble sheets</w:t>
            </w:r>
          </w:p>
          <w:p w:rsidR="009D664D" w:rsidRDefault="009D664D" w:rsidP="003E71EE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3E71EE" w:rsidRPr="00E4787C" w:rsidRDefault="003E71EE" w:rsidP="003E71E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0C05BD" w:rsidRDefault="000C05BD" w:rsidP="000C05BD">
      <w:pPr>
        <w:rPr>
          <w:rFonts w:ascii="Palatino Linotype" w:hAnsi="Palatino Linotype"/>
        </w:rPr>
      </w:pPr>
    </w:p>
    <w:tbl>
      <w:tblPr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5580"/>
      </w:tblGrid>
      <w:tr w:rsidR="00F84074" w:rsidRPr="007F3222" w:rsidTr="007F3222">
        <w:tc>
          <w:tcPr>
            <w:tcW w:w="5508" w:type="dxa"/>
          </w:tcPr>
          <w:p w:rsidR="00F84074" w:rsidRPr="007F3222" w:rsidRDefault="00F84074" w:rsidP="000C05BD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Action Steps:</w:t>
            </w:r>
          </w:p>
          <w:p w:rsidR="001443D4" w:rsidRPr="00644040" w:rsidRDefault="001443D4" w:rsidP="001443D4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1443D4" w:rsidRPr="00644040" w:rsidRDefault="001443D4" w:rsidP="001443D4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8D0546" w:rsidRPr="007F3222" w:rsidRDefault="001443D4" w:rsidP="000C05B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3.</w:t>
            </w:r>
            <w:r w:rsidR="00002630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80" w:type="dxa"/>
          </w:tcPr>
          <w:p w:rsidR="00F84074" w:rsidRDefault="00F84074" w:rsidP="000C05BD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Person Responsible:</w:t>
            </w:r>
          </w:p>
          <w:p w:rsidR="001443D4" w:rsidRPr="00644040" w:rsidRDefault="001443D4" w:rsidP="001443D4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1443D4" w:rsidRPr="00644040" w:rsidRDefault="001443D4" w:rsidP="001443D4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2.</w:t>
            </w:r>
            <w:r w:rsidR="00644040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1443D4" w:rsidRPr="007F3222" w:rsidRDefault="001443D4" w:rsidP="001443D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3.</w:t>
            </w:r>
          </w:p>
        </w:tc>
      </w:tr>
    </w:tbl>
    <w:p w:rsidR="00484C1B" w:rsidRDefault="00484C1B" w:rsidP="000C05BD">
      <w:pPr>
        <w:rPr>
          <w:rFonts w:ascii="Palatino Linotype" w:hAnsi="Palatino Linotype"/>
        </w:rPr>
      </w:pPr>
    </w:p>
    <w:tbl>
      <w:tblPr>
        <w:tblpPr w:leftFromText="180" w:rightFromText="180" w:vertAnchor="text" w:horzAnchor="margin" w:tblpY="51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5580"/>
      </w:tblGrid>
      <w:tr w:rsidR="00F84074" w:rsidRPr="007F3222" w:rsidTr="007F3222">
        <w:tc>
          <w:tcPr>
            <w:tcW w:w="5508" w:type="dxa"/>
          </w:tcPr>
          <w:p w:rsidR="00F84074" w:rsidRPr="007F3222" w:rsidRDefault="00F84074" w:rsidP="007F3222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>Agenda items for next meeting:</w:t>
            </w:r>
          </w:p>
          <w:p w:rsidR="001443D4" w:rsidRDefault="001443D4" w:rsidP="001443D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437297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  <w:r w:rsidR="003E71EE">
              <w:rPr>
                <w:rFonts w:ascii="Calibri" w:hAnsi="Calibri"/>
                <w:b/>
                <w:sz w:val="28"/>
                <w:szCs w:val="28"/>
              </w:rPr>
              <w:t>Discuss/share differentiation strategies in our classrooms</w:t>
            </w:r>
          </w:p>
          <w:p w:rsidR="0038464C" w:rsidRPr="0038464C" w:rsidRDefault="00891628" w:rsidP="001443D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2.  </w:t>
            </w:r>
            <w:r w:rsidR="006E2B12">
              <w:rPr>
                <w:rFonts w:ascii="Calibri" w:hAnsi="Calibri"/>
                <w:b/>
                <w:sz w:val="28"/>
                <w:szCs w:val="28"/>
              </w:rPr>
              <w:t>Read for the record</w:t>
            </w:r>
          </w:p>
          <w:p w:rsidR="00F84074" w:rsidRPr="007F3222" w:rsidRDefault="001443D4" w:rsidP="007F3222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3.</w:t>
            </w:r>
            <w:r w:rsidR="00C46D95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  <w:r w:rsidR="006E2B12">
              <w:rPr>
                <w:rFonts w:ascii="Calibri" w:hAnsi="Calibri"/>
                <w:b/>
                <w:sz w:val="28"/>
                <w:szCs w:val="28"/>
              </w:rPr>
              <w:t>Math Profile Cards</w:t>
            </w:r>
          </w:p>
        </w:tc>
        <w:tc>
          <w:tcPr>
            <w:tcW w:w="5580" w:type="dxa"/>
          </w:tcPr>
          <w:p w:rsidR="00F84074" w:rsidRPr="007F3222" w:rsidRDefault="00F84074" w:rsidP="007F3222">
            <w:pPr>
              <w:rPr>
                <w:rFonts w:ascii="Calibri" w:hAnsi="Calibri"/>
                <w:b/>
                <w:sz w:val="28"/>
                <w:szCs w:val="28"/>
              </w:rPr>
            </w:pPr>
            <w:r w:rsidRPr="007F3222">
              <w:rPr>
                <w:rFonts w:ascii="Calibri" w:hAnsi="Calibri"/>
                <w:b/>
                <w:sz w:val="28"/>
                <w:szCs w:val="28"/>
              </w:rPr>
              <w:t xml:space="preserve"> Artifacts attached from this meeting:</w:t>
            </w:r>
          </w:p>
          <w:p w:rsidR="001443D4" w:rsidRPr="00E01BD7" w:rsidRDefault="001443D4" w:rsidP="001443D4">
            <w:pPr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1.</w:t>
            </w:r>
            <w:r w:rsidR="00E01BD7">
              <w:rPr>
                <w:rFonts w:ascii="Calibri" w:hAnsi="Calibri"/>
                <w:b/>
                <w:color w:val="FF0000"/>
                <w:sz w:val="28"/>
                <w:szCs w:val="28"/>
              </w:rPr>
              <w:t xml:space="preserve">  </w:t>
            </w:r>
          </w:p>
          <w:p w:rsidR="001443D4" w:rsidRPr="007F3222" w:rsidRDefault="001443D4" w:rsidP="001443D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2.</w:t>
            </w:r>
          </w:p>
          <w:p w:rsidR="00F84074" w:rsidRPr="007F3222" w:rsidRDefault="001443D4" w:rsidP="007F3222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3.</w:t>
            </w:r>
          </w:p>
        </w:tc>
      </w:tr>
    </w:tbl>
    <w:p w:rsidR="000C05BD" w:rsidRPr="00F84074" w:rsidRDefault="000C05BD" w:rsidP="00002630"/>
    <w:sectPr w:rsidR="000C05BD" w:rsidRPr="00F84074" w:rsidSect="00261FC7">
      <w:pgSz w:w="12240" w:h="15840"/>
      <w:pgMar w:top="144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77B9"/>
    <w:multiLevelType w:val="hybridMultilevel"/>
    <w:tmpl w:val="CEFC1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CC094C"/>
    <w:multiLevelType w:val="hybridMultilevel"/>
    <w:tmpl w:val="D90C5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C4FBC"/>
    <w:multiLevelType w:val="hybridMultilevel"/>
    <w:tmpl w:val="3EF0ED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5233E5"/>
    <w:multiLevelType w:val="hybridMultilevel"/>
    <w:tmpl w:val="2E7CBE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A460AA"/>
    <w:multiLevelType w:val="hybridMultilevel"/>
    <w:tmpl w:val="A100E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1E3A5E"/>
    <w:multiLevelType w:val="hybridMultilevel"/>
    <w:tmpl w:val="D82A6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446363"/>
    <w:multiLevelType w:val="hybridMultilevel"/>
    <w:tmpl w:val="3B882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A930A1"/>
    <w:multiLevelType w:val="hybridMultilevel"/>
    <w:tmpl w:val="AA24C52E"/>
    <w:lvl w:ilvl="0" w:tplc="A626A634">
      <w:start w:val="2008"/>
      <w:numFmt w:val="bullet"/>
      <w:lvlText w:val=""/>
      <w:lvlJc w:val="left"/>
      <w:pPr>
        <w:tabs>
          <w:tab w:val="num" w:pos="5400"/>
        </w:tabs>
        <w:ind w:left="5400" w:hanging="504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363B2D"/>
    <w:multiLevelType w:val="hybridMultilevel"/>
    <w:tmpl w:val="B78CF2F0"/>
    <w:lvl w:ilvl="0" w:tplc="30766E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626ED2"/>
    <w:multiLevelType w:val="hybridMultilevel"/>
    <w:tmpl w:val="C1E28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C35F9E"/>
    <w:multiLevelType w:val="hybridMultilevel"/>
    <w:tmpl w:val="DA0208CE"/>
    <w:lvl w:ilvl="0" w:tplc="A626A634">
      <w:start w:val="2008"/>
      <w:numFmt w:val="bullet"/>
      <w:lvlText w:val=""/>
      <w:lvlJc w:val="left"/>
      <w:pPr>
        <w:tabs>
          <w:tab w:val="num" w:pos="5040"/>
        </w:tabs>
        <w:ind w:left="5040" w:hanging="504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6C4D30"/>
    <w:rsid w:val="00002630"/>
    <w:rsid w:val="00006178"/>
    <w:rsid w:val="00097039"/>
    <w:rsid w:val="000C05BD"/>
    <w:rsid w:val="000C2513"/>
    <w:rsid w:val="000C5226"/>
    <w:rsid w:val="000F32F0"/>
    <w:rsid w:val="001052EE"/>
    <w:rsid w:val="001443D4"/>
    <w:rsid w:val="001A57FF"/>
    <w:rsid w:val="001B39C9"/>
    <w:rsid w:val="001C112E"/>
    <w:rsid w:val="002434F3"/>
    <w:rsid w:val="00261FC7"/>
    <w:rsid w:val="002E3A04"/>
    <w:rsid w:val="0031048B"/>
    <w:rsid w:val="0038464C"/>
    <w:rsid w:val="00395048"/>
    <w:rsid w:val="00396EFF"/>
    <w:rsid w:val="003B09E5"/>
    <w:rsid w:val="003E71EE"/>
    <w:rsid w:val="003F48D6"/>
    <w:rsid w:val="003F4E81"/>
    <w:rsid w:val="004028C3"/>
    <w:rsid w:val="00437297"/>
    <w:rsid w:val="004473AE"/>
    <w:rsid w:val="004728A7"/>
    <w:rsid w:val="00484C1B"/>
    <w:rsid w:val="00490562"/>
    <w:rsid w:val="00492240"/>
    <w:rsid w:val="00541D6A"/>
    <w:rsid w:val="00542B2C"/>
    <w:rsid w:val="00542C0A"/>
    <w:rsid w:val="00594213"/>
    <w:rsid w:val="005B43D2"/>
    <w:rsid w:val="005F7E4A"/>
    <w:rsid w:val="00644040"/>
    <w:rsid w:val="00653E79"/>
    <w:rsid w:val="006600E5"/>
    <w:rsid w:val="00667B70"/>
    <w:rsid w:val="006A77CB"/>
    <w:rsid w:val="006C4D30"/>
    <w:rsid w:val="006D1BB2"/>
    <w:rsid w:val="006E2B12"/>
    <w:rsid w:val="007053B3"/>
    <w:rsid w:val="007566EC"/>
    <w:rsid w:val="00790AB9"/>
    <w:rsid w:val="0079289D"/>
    <w:rsid w:val="007A6406"/>
    <w:rsid w:val="007F3222"/>
    <w:rsid w:val="00891628"/>
    <w:rsid w:val="008D0546"/>
    <w:rsid w:val="008E0583"/>
    <w:rsid w:val="008F3A88"/>
    <w:rsid w:val="0093281E"/>
    <w:rsid w:val="00933539"/>
    <w:rsid w:val="00936D3A"/>
    <w:rsid w:val="009C1220"/>
    <w:rsid w:val="009C21D2"/>
    <w:rsid w:val="009D664D"/>
    <w:rsid w:val="009F2B9B"/>
    <w:rsid w:val="009F42A0"/>
    <w:rsid w:val="009F6DBB"/>
    <w:rsid w:val="00A81DAA"/>
    <w:rsid w:val="00AA44EF"/>
    <w:rsid w:val="00AB5330"/>
    <w:rsid w:val="00B05E03"/>
    <w:rsid w:val="00B20150"/>
    <w:rsid w:val="00B8770F"/>
    <w:rsid w:val="00C0352C"/>
    <w:rsid w:val="00C2711E"/>
    <w:rsid w:val="00C46D95"/>
    <w:rsid w:val="00C5045E"/>
    <w:rsid w:val="00C56CE9"/>
    <w:rsid w:val="00C723E4"/>
    <w:rsid w:val="00CA43BE"/>
    <w:rsid w:val="00CD272B"/>
    <w:rsid w:val="00CF7145"/>
    <w:rsid w:val="00D00C4D"/>
    <w:rsid w:val="00D739FE"/>
    <w:rsid w:val="00DA46E4"/>
    <w:rsid w:val="00E01BD7"/>
    <w:rsid w:val="00E058DD"/>
    <w:rsid w:val="00E4787C"/>
    <w:rsid w:val="00E964FA"/>
    <w:rsid w:val="00EA3FCC"/>
    <w:rsid w:val="00ED277C"/>
    <w:rsid w:val="00ED64C2"/>
    <w:rsid w:val="00F84074"/>
    <w:rsid w:val="00FC1981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6E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C05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90A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RYSTA~1\LOCALS~1\Temp\Domino%20Web%20Access\PLC%20Team%20Feedback%20Sheet%2008-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PLC Team Feedback Sheet 08-09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Team Feedback Sheet</vt:lpstr>
    </vt:vector>
  </TitlesOfParts>
  <Company>WCPSS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Team Feedback Sheet</dc:title>
  <dc:subject/>
  <dc:creator>crystal_reardon</dc:creator>
  <cp:keywords/>
  <cp:lastModifiedBy>WCPSS</cp:lastModifiedBy>
  <cp:revision>2</cp:revision>
  <cp:lastPrinted>2011-09-21T17:30:00Z</cp:lastPrinted>
  <dcterms:created xsi:type="dcterms:W3CDTF">2011-10-06T15:39:00Z</dcterms:created>
  <dcterms:modified xsi:type="dcterms:W3CDTF">2011-10-06T15:39:00Z</dcterms:modified>
</cp:coreProperties>
</file>